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B4FFF" w14:textId="1EE8C1AE" w:rsidR="00382071" w:rsidRDefault="00382071" w:rsidP="00FD7E07">
      <w:pPr>
        <w:rPr>
          <w:sz w:val="24"/>
          <w:szCs w:val="24"/>
        </w:rPr>
      </w:pPr>
    </w:p>
    <w:p w14:paraId="625AF418" w14:textId="77777777" w:rsidR="00382071" w:rsidRDefault="00382071" w:rsidP="00FD7E07">
      <w:pPr>
        <w:rPr>
          <w:sz w:val="24"/>
          <w:szCs w:val="24"/>
        </w:rPr>
      </w:pPr>
    </w:p>
    <w:p w14:paraId="290C6F1B" w14:textId="77777777" w:rsidR="00D22C4F" w:rsidRDefault="00D22C4F" w:rsidP="00FD7E07">
      <w:pPr>
        <w:rPr>
          <w:b/>
          <w:bCs/>
          <w:sz w:val="24"/>
          <w:szCs w:val="24"/>
        </w:rPr>
      </w:pPr>
    </w:p>
    <w:p w14:paraId="4A3CA43D" w14:textId="2EED7D97" w:rsidR="00B6153D" w:rsidRPr="002738C5" w:rsidRDefault="008B0160" w:rsidP="00FD7E07">
      <w:pPr>
        <w:rPr>
          <w:b/>
          <w:bCs/>
          <w:sz w:val="24"/>
          <w:szCs w:val="24"/>
        </w:rPr>
      </w:pPr>
      <w:r w:rsidRPr="002738C5">
        <w:rPr>
          <w:b/>
          <w:bCs/>
          <w:sz w:val="24"/>
          <w:szCs w:val="24"/>
        </w:rPr>
        <w:t xml:space="preserve">Lp. </w:t>
      </w:r>
      <w:r w:rsidR="003A0B48" w:rsidRPr="002738C5">
        <w:rPr>
          <w:b/>
          <w:bCs/>
          <w:sz w:val="24"/>
          <w:szCs w:val="24"/>
        </w:rPr>
        <w:t>Hannes Vaidla</w:t>
      </w:r>
      <w:r w:rsidR="00B6153D" w:rsidRPr="002738C5">
        <w:rPr>
          <w:b/>
          <w:bCs/>
          <w:sz w:val="24"/>
          <w:szCs w:val="24"/>
        </w:rPr>
        <w:t xml:space="preserve"> </w:t>
      </w:r>
      <w:r w:rsidR="002738C5">
        <w:rPr>
          <w:b/>
          <w:bCs/>
          <w:sz w:val="24"/>
          <w:szCs w:val="24"/>
        </w:rPr>
        <w:tab/>
      </w:r>
      <w:r w:rsidR="002738C5">
        <w:rPr>
          <w:b/>
          <w:bCs/>
          <w:sz w:val="24"/>
          <w:szCs w:val="24"/>
        </w:rPr>
        <w:tab/>
      </w:r>
      <w:r w:rsidR="002738C5">
        <w:rPr>
          <w:b/>
          <w:bCs/>
          <w:sz w:val="24"/>
          <w:szCs w:val="24"/>
        </w:rPr>
        <w:tab/>
      </w:r>
      <w:r w:rsidR="002738C5">
        <w:rPr>
          <w:b/>
          <w:bCs/>
          <w:sz w:val="24"/>
          <w:szCs w:val="24"/>
        </w:rPr>
        <w:tab/>
      </w:r>
      <w:r w:rsidR="002738C5">
        <w:rPr>
          <w:b/>
          <w:bCs/>
          <w:sz w:val="24"/>
          <w:szCs w:val="24"/>
        </w:rPr>
        <w:tab/>
      </w:r>
      <w:r w:rsidR="002738C5">
        <w:rPr>
          <w:b/>
          <w:bCs/>
          <w:sz w:val="24"/>
          <w:szCs w:val="24"/>
        </w:rPr>
        <w:tab/>
      </w:r>
      <w:r w:rsidR="002738C5">
        <w:rPr>
          <w:b/>
          <w:bCs/>
          <w:sz w:val="24"/>
          <w:szCs w:val="24"/>
        </w:rPr>
        <w:tab/>
        <w:t>1</w:t>
      </w:r>
      <w:r w:rsidR="00D22C4F">
        <w:rPr>
          <w:b/>
          <w:bCs/>
          <w:sz w:val="24"/>
          <w:szCs w:val="24"/>
        </w:rPr>
        <w:t>5</w:t>
      </w:r>
      <w:r w:rsidR="002738C5">
        <w:rPr>
          <w:b/>
          <w:bCs/>
          <w:sz w:val="24"/>
          <w:szCs w:val="24"/>
        </w:rPr>
        <w:t>.11.2024 nr 4-7/</w:t>
      </w:r>
      <w:r w:rsidR="001678BB">
        <w:rPr>
          <w:b/>
          <w:bCs/>
          <w:sz w:val="24"/>
          <w:szCs w:val="24"/>
        </w:rPr>
        <w:t>1955</w:t>
      </w:r>
      <w:r w:rsidR="002738C5">
        <w:rPr>
          <w:b/>
          <w:bCs/>
          <w:sz w:val="24"/>
          <w:szCs w:val="24"/>
        </w:rPr>
        <w:t xml:space="preserve"> </w:t>
      </w:r>
    </w:p>
    <w:p w14:paraId="276A28BA" w14:textId="4617FBBE" w:rsidR="00B6153D" w:rsidRPr="002738C5" w:rsidRDefault="00B6153D" w:rsidP="00FD7E07">
      <w:pPr>
        <w:rPr>
          <w:b/>
          <w:bCs/>
          <w:sz w:val="24"/>
          <w:szCs w:val="24"/>
        </w:rPr>
      </w:pPr>
      <w:r w:rsidRPr="002738C5">
        <w:rPr>
          <w:b/>
          <w:bCs/>
          <w:sz w:val="24"/>
          <w:szCs w:val="24"/>
        </w:rPr>
        <w:t>Transpordiamet</w:t>
      </w:r>
    </w:p>
    <w:p w14:paraId="1B3FBD3E" w14:textId="774BC4D1" w:rsidR="007D4B0A" w:rsidRDefault="007D4B0A" w:rsidP="006F13CF">
      <w:pPr>
        <w:rPr>
          <w:sz w:val="24"/>
          <w:szCs w:val="24"/>
        </w:rPr>
      </w:pPr>
    </w:p>
    <w:p w14:paraId="1F15DC8B" w14:textId="77777777" w:rsidR="002738C5" w:rsidRDefault="002738C5" w:rsidP="006F13CF">
      <w:pPr>
        <w:rPr>
          <w:sz w:val="24"/>
          <w:szCs w:val="24"/>
        </w:rPr>
      </w:pPr>
    </w:p>
    <w:p w14:paraId="237B010A" w14:textId="77777777" w:rsidR="002738C5" w:rsidRDefault="002738C5" w:rsidP="006F13CF">
      <w:pPr>
        <w:rPr>
          <w:b/>
          <w:bCs/>
          <w:sz w:val="24"/>
          <w:szCs w:val="24"/>
        </w:rPr>
      </w:pPr>
    </w:p>
    <w:p w14:paraId="73A38683" w14:textId="11593684" w:rsidR="00382071" w:rsidRDefault="00382071" w:rsidP="00FD7E07">
      <w:pPr>
        <w:rPr>
          <w:b/>
          <w:bCs/>
          <w:sz w:val="24"/>
          <w:szCs w:val="24"/>
        </w:rPr>
      </w:pPr>
    </w:p>
    <w:p w14:paraId="268D2D96" w14:textId="111A9FD9" w:rsidR="008B0160" w:rsidRDefault="008B0160" w:rsidP="00FD7E07">
      <w:pPr>
        <w:rPr>
          <w:b/>
          <w:bCs/>
          <w:sz w:val="24"/>
          <w:szCs w:val="24"/>
        </w:rPr>
      </w:pPr>
    </w:p>
    <w:p w14:paraId="1BEEC30D" w14:textId="77777777" w:rsidR="002738C5" w:rsidRDefault="002738C5" w:rsidP="00FD7E07">
      <w:pPr>
        <w:rPr>
          <w:b/>
          <w:bCs/>
          <w:sz w:val="24"/>
          <w:szCs w:val="24"/>
        </w:rPr>
      </w:pPr>
    </w:p>
    <w:p w14:paraId="5172716B" w14:textId="77777777" w:rsidR="002738C5" w:rsidRDefault="002738C5" w:rsidP="00FD7E07">
      <w:pPr>
        <w:rPr>
          <w:b/>
          <w:bCs/>
          <w:sz w:val="24"/>
          <w:szCs w:val="24"/>
        </w:rPr>
      </w:pPr>
    </w:p>
    <w:p w14:paraId="4572FED4" w14:textId="67A6F14A" w:rsidR="008B0160" w:rsidRDefault="008B0160" w:rsidP="00FD7E07">
      <w:pPr>
        <w:rPr>
          <w:b/>
          <w:bCs/>
          <w:sz w:val="24"/>
          <w:szCs w:val="24"/>
        </w:rPr>
      </w:pPr>
    </w:p>
    <w:p w14:paraId="33429F58" w14:textId="364AE4CA" w:rsidR="008B0160" w:rsidRDefault="003A0B48" w:rsidP="00FD7E0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Võiste tunneli k</w:t>
      </w:r>
      <w:r w:rsidR="00B6153D">
        <w:rPr>
          <w:b/>
          <w:bCs/>
          <w:sz w:val="24"/>
          <w:szCs w:val="24"/>
        </w:rPr>
        <w:t>oostöölepingust</w:t>
      </w:r>
    </w:p>
    <w:p w14:paraId="0D693DC8" w14:textId="1973E5C5" w:rsidR="00B6153D" w:rsidRDefault="00B6153D" w:rsidP="00FD7E07">
      <w:pPr>
        <w:rPr>
          <w:b/>
          <w:bCs/>
          <w:sz w:val="24"/>
          <w:szCs w:val="24"/>
        </w:rPr>
      </w:pPr>
    </w:p>
    <w:p w14:paraId="5F67531D" w14:textId="77777777" w:rsidR="002738C5" w:rsidRDefault="002738C5" w:rsidP="00FD7E07">
      <w:pPr>
        <w:rPr>
          <w:b/>
          <w:bCs/>
          <w:sz w:val="24"/>
          <w:szCs w:val="24"/>
        </w:rPr>
      </w:pPr>
    </w:p>
    <w:p w14:paraId="15E89D94" w14:textId="5D0F2D8F" w:rsidR="005E21AA" w:rsidRDefault="003A0B48" w:rsidP="00D22C4F">
      <w:pPr>
        <w:jc w:val="both"/>
        <w:rPr>
          <w:bCs/>
          <w:sz w:val="24"/>
          <w:szCs w:val="24"/>
        </w:rPr>
      </w:pPr>
      <w:r w:rsidRPr="003A0B48">
        <w:rPr>
          <w:sz w:val="24"/>
          <w:szCs w:val="24"/>
        </w:rPr>
        <w:t>Võttes aluseks Transpordiameti ja Häädemeeste Vallavalitsuse vahel sõlmitud koostöölepingu nr.</w:t>
      </w:r>
      <w:r w:rsidR="002738C5">
        <w:rPr>
          <w:sz w:val="24"/>
          <w:szCs w:val="24"/>
        </w:rPr>
        <w:t xml:space="preserve"> </w:t>
      </w:r>
      <w:r w:rsidRPr="003A0B48">
        <w:rPr>
          <w:sz w:val="24"/>
          <w:szCs w:val="24"/>
        </w:rPr>
        <w:t>3.2-1/21/2210-1 p. 10.5</w:t>
      </w:r>
      <w:r w:rsidR="009B6893">
        <w:rPr>
          <w:sz w:val="24"/>
          <w:szCs w:val="24"/>
        </w:rPr>
        <w:t>,</w:t>
      </w:r>
      <w:r>
        <w:rPr>
          <w:sz w:val="24"/>
          <w:szCs w:val="24"/>
        </w:rPr>
        <w:t xml:space="preserve"> esitab Häädemeeste Vallavalitsus </w:t>
      </w:r>
      <w:r w:rsidR="009B6893">
        <w:rPr>
          <w:sz w:val="24"/>
          <w:szCs w:val="24"/>
        </w:rPr>
        <w:t xml:space="preserve">isikliku kasutusõiguse seadmise </w:t>
      </w:r>
      <w:r>
        <w:rPr>
          <w:sz w:val="24"/>
          <w:szCs w:val="24"/>
        </w:rPr>
        <w:t xml:space="preserve">taotluse Võiste tunneli </w:t>
      </w:r>
      <w:r w:rsidRPr="003A0B48">
        <w:rPr>
          <w:sz w:val="24"/>
          <w:szCs w:val="24"/>
        </w:rPr>
        <w:t>osade kohta, mis asuvad riigile kuuluval maal ning mille kohta ei ole sõlmitud isikliku kasutusõiguse lepingut (tänavavalgustus; kergliiklustee rajatis, kaasa</w:t>
      </w:r>
      <w:r w:rsidR="002738C5">
        <w:rPr>
          <w:sz w:val="24"/>
          <w:szCs w:val="24"/>
        </w:rPr>
        <w:t xml:space="preserve"> </w:t>
      </w:r>
      <w:r w:rsidRPr="003A0B48">
        <w:rPr>
          <w:sz w:val="24"/>
          <w:szCs w:val="24"/>
        </w:rPr>
        <w:t>arvatud rajatavas tunnelis asuv kergliiklustee)</w:t>
      </w:r>
      <w:r w:rsidR="009B6893">
        <w:rPr>
          <w:sz w:val="24"/>
          <w:szCs w:val="24"/>
        </w:rPr>
        <w:t>.</w:t>
      </w:r>
      <w:r w:rsidRPr="003A0B48">
        <w:rPr>
          <w:sz w:val="24"/>
          <w:szCs w:val="24"/>
        </w:rPr>
        <w:t xml:space="preserve"> </w:t>
      </w:r>
    </w:p>
    <w:p w14:paraId="5516D696" w14:textId="77777777" w:rsidR="009B6893" w:rsidRDefault="009B6893" w:rsidP="00FD7E07">
      <w:pPr>
        <w:rPr>
          <w:bCs/>
          <w:sz w:val="24"/>
          <w:szCs w:val="24"/>
        </w:rPr>
      </w:pPr>
    </w:p>
    <w:p w14:paraId="0A1C7B03" w14:textId="77777777" w:rsidR="009B6893" w:rsidRDefault="009B6893" w:rsidP="00FD7E07">
      <w:pPr>
        <w:rPr>
          <w:bCs/>
          <w:sz w:val="24"/>
          <w:szCs w:val="24"/>
        </w:rPr>
      </w:pPr>
    </w:p>
    <w:p w14:paraId="077222D3" w14:textId="5FC4A863" w:rsidR="00FD7E07" w:rsidRPr="00FD7E07" w:rsidRDefault="00FD7E07" w:rsidP="00FD7E07">
      <w:pPr>
        <w:rPr>
          <w:bCs/>
          <w:sz w:val="24"/>
          <w:szCs w:val="24"/>
        </w:rPr>
      </w:pPr>
      <w:r w:rsidRPr="00FD7E07">
        <w:rPr>
          <w:bCs/>
          <w:sz w:val="24"/>
          <w:szCs w:val="24"/>
        </w:rPr>
        <w:t>Lugupidamisega</w:t>
      </w:r>
    </w:p>
    <w:p w14:paraId="40AE9ECB" w14:textId="77777777" w:rsidR="00FD7E07" w:rsidRPr="00FD7E07" w:rsidRDefault="00FD7E07" w:rsidP="00FD7E07">
      <w:pPr>
        <w:rPr>
          <w:bCs/>
          <w:sz w:val="24"/>
          <w:szCs w:val="24"/>
        </w:rPr>
      </w:pPr>
    </w:p>
    <w:p w14:paraId="6EDABAD4" w14:textId="77777777" w:rsidR="00A14B82" w:rsidRDefault="00A14B82" w:rsidP="00FD7E07">
      <w:pPr>
        <w:rPr>
          <w:bCs/>
          <w:sz w:val="24"/>
          <w:szCs w:val="24"/>
        </w:rPr>
      </w:pPr>
    </w:p>
    <w:p w14:paraId="5F975E2F" w14:textId="77777777" w:rsidR="002738C5" w:rsidRPr="00FD7E07" w:rsidRDefault="002738C5" w:rsidP="002738C5">
      <w:pPr>
        <w:rPr>
          <w:bCs/>
          <w:i/>
          <w:iCs/>
          <w:sz w:val="24"/>
          <w:szCs w:val="24"/>
        </w:rPr>
      </w:pPr>
      <w:r w:rsidRPr="00FD7E07">
        <w:rPr>
          <w:bCs/>
          <w:i/>
          <w:iCs/>
          <w:sz w:val="24"/>
          <w:szCs w:val="24"/>
        </w:rPr>
        <w:t>/allkirjastatud digitaalselt/</w:t>
      </w:r>
    </w:p>
    <w:p w14:paraId="4CCEC70A" w14:textId="77777777" w:rsidR="002738C5" w:rsidRDefault="002738C5" w:rsidP="00FD7E07">
      <w:pPr>
        <w:rPr>
          <w:bCs/>
          <w:sz w:val="24"/>
          <w:szCs w:val="24"/>
        </w:rPr>
      </w:pPr>
    </w:p>
    <w:p w14:paraId="42771A68" w14:textId="77777777" w:rsidR="002738C5" w:rsidRDefault="002738C5" w:rsidP="00FD7E07">
      <w:pPr>
        <w:rPr>
          <w:bCs/>
          <w:sz w:val="24"/>
          <w:szCs w:val="24"/>
        </w:rPr>
      </w:pPr>
    </w:p>
    <w:p w14:paraId="5D046875" w14:textId="015D2ED8" w:rsidR="00A14B82" w:rsidRDefault="00A14B82" w:rsidP="00FD7E0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Külliki Kiiver</w:t>
      </w:r>
    </w:p>
    <w:p w14:paraId="5B34C963" w14:textId="71D2D68D" w:rsidR="00A14B82" w:rsidRDefault="00A14B82" w:rsidP="00FD7E0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vallavanem</w:t>
      </w:r>
    </w:p>
    <w:p w14:paraId="11404771" w14:textId="77777777" w:rsidR="00A14B82" w:rsidRPr="00FD7E07" w:rsidRDefault="00A14B82" w:rsidP="00A14B82">
      <w:pPr>
        <w:rPr>
          <w:bCs/>
          <w:sz w:val="24"/>
          <w:szCs w:val="24"/>
        </w:rPr>
      </w:pPr>
    </w:p>
    <w:p w14:paraId="1D16687C" w14:textId="2B42A4D6" w:rsidR="00A14B82" w:rsidRDefault="00A14B82" w:rsidP="00FD7E07">
      <w:pPr>
        <w:rPr>
          <w:bCs/>
          <w:sz w:val="24"/>
          <w:szCs w:val="24"/>
        </w:rPr>
      </w:pPr>
    </w:p>
    <w:p w14:paraId="36BA80BE" w14:textId="2BE9D6CC" w:rsidR="00A14B82" w:rsidRDefault="00A14B82" w:rsidP="00FD7E07">
      <w:pPr>
        <w:rPr>
          <w:bCs/>
          <w:sz w:val="24"/>
          <w:szCs w:val="24"/>
        </w:rPr>
      </w:pPr>
    </w:p>
    <w:p w14:paraId="77D10BAD" w14:textId="77777777" w:rsidR="002738C5" w:rsidRDefault="002738C5" w:rsidP="00FD7E07">
      <w:pPr>
        <w:rPr>
          <w:bCs/>
          <w:sz w:val="24"/>
          <w:szCs w:val="24"/>
        </w:rPr>
      </w:pPr>
    </w:p>
    <w:p w14:paraId="5CD81E16" w14:textId="77777777" w:rsidR="002738C5" w:rsidRDefault="002738C5" w:rsidP="00FD7E07">
      <w:pPr>
        <w:rPr>
          <w:bCs/>
          <w:sz w:val="24"/>
          <w:szCs w:val="24"/>
        </w:rPr>
      </w:pPr>
    </w:p>
    <w:p w14:paraId="2D26C77D" w14:textId="77777777" w:rsidR="002738C5" w:rsidRDefault="002738C5" w:rsidP="00FD7E07">
      <w:pPr>
        <w:rPr>
          <w:bCs/>
          <w:sz w:val="24"/>
          <w:szCs w:val="24"/>
        </w:rPr>
      </w:pPr>
    </w:p>
    <w:p w14:paraId="3283AF00" w14:textId="77777777" w:rsidR="002738C5" w:rsidRDefault="002738C5" w:rsidP="00FD7E07">
      <w:pPr>
        <w:rPr>
          <w:bCs/>
          <w:sz w:val="24"/>
          <w:szCs w:val="24"/>
        </w:rPr>
      </w:pPr>
    </w:p>
    <w:p w14:paraId="49DBE352" w14:textId="77777777" w:rsidR="002738C5" w:rsidRDefault="002738C5" w:rsidP="00FD7E07">
      <w:pPr>
        <w:rPr>
          <w:bCs/>
          <w:sz w:val="24"/>
          <w:szCs w:val="24"/>
        </w:rPr>
      </w:pPr>
    </w:p>
    <w:p w14:paraId="648A1E47" w14:textId="77777777" w:rsidR="007E2524" w:rsidRDefault="00382071" w:rsidP="00FD7E0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Siim Suursild</w:t>
      </w:r>
      <w:r w:rsidR="007E2524">
        <w:rPr>
          <w:bCs/>
          <w:sz w:val="24"/>
          <w:szCs w:val="24"/>
        </w:rPr>
        <w:t xml:space="preserve"> </w:t>
      </w:r>
    </w:p>
    <w:p w14:paraId="5A548D11" w14:textId="5D4FD76D" w:rsidR="002738C5" w:rsidRDefault="002738C5" w:rsidP="00FD7E0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abivallavanem</w:t>
      </w:r>
    </w:p>
    <w:p w14:paraId="30339C27" w14:textId="6BD3FDBA" w:rsidR="00FD7E07" w:rsidRDefault="002738C5" w:rsidP="00FD7E0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tel. </w:t>
      </w:r>
      <w:r w:rsidR="007E2524">
        <w:rPr>
          <w:bCs/>
          <w:sz w:val="24"/>
          <w:szCs w:val="24"/>
        </w:rPr>
        <w:t>5887</w:t>
      </w:r>
      <w:r>
        <w:rPr>
          <w:bCs/>
          <w:sz w:val="24"/>
          <w:szCs w:val="24"/>
        </w:rPr>
        <w:t xml:space="preserve"> </w:t>
      </w:r>
      <w:r w:rsidR="007E2524">
        <w:rPr>
          <w:bCs/>
          <w:sz w:val="24"/>
          <w:szCs w:val="24"/>
        </w:rPr>
        <w:t>3309</w:t>
      </w:r>
    </w:p>
    <w:p w14:paraId="5DB2D0B3" w14:textId="77777777" w:rsidR="00B63D56" w:rsidRPr="00FD7E07" w:rsidRDefault="00B63D56" w:rsidP="00FD7E07">
      <w:pPr>
        <w:rPr>
          <w:bCs/>
          <w:sz w:val="24"/>
          <w:szCs w:val="24"/>
        </w:rPr>
      </w:pPr>
    </w:p>
    <w:sectPr w:rsidR="00B63D56" w:rsidRPr="00FD7E07" w:rsidSect="00D12B3E">
      <w:headerReference w:type="first" r:id="rId7"/>
      <w:footerReference w:type="first" r:id="rId8"/>
      <w:pgSz w:w="11906" w:h="16838" w:code="9"/>
      <w:pgMar w:top="680" w:right="851" w:bottom="680" w:left="1701" w:header="284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B8E27" w14:textId="77777777" w:rsidR="00797F10" w:rsidRDefault="00797F10">
      <w:r>
        <w:separator/>
      </w:r>
    </w:p>
  </w:endnote>
  <w:endnote w:type="continuationSeparator" w:id="0">
    <w:p w14:paraId="6C7D0D91" w14:textId="77777777" w:rsidR="00797F10" w:rsidRDefault="0079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77354" w14:textId="77777777" w:rsidR="00236F71" w:rsidRDefault="00236F71" w:rsidP="00236F71">
    <w:pPr>
      <w:pStyle w:val="Jalus"/>
      <w:tabs>
        <w:tab w:val="clear" w:pos="4153"/>
        <w:tab w:val="left" w:pos="709"/>
        <w:tab w:val="left" w:pos="3544"/>
        <w:tab w:val="left" w:pos="4253"/>
        <w:tab w:val="left" w:pos="6237"/>
      </w:tabs>
    </w:pPr>
    <w:r>
      <w:t>___________________________________________________________________________________</w:t>
    </w:r>
  </w:p>
  <w:p w14:paraId="688022AC" w14:textId="77777777" w:rsidR="00236F71" w:rsidRDefault="00236F71" w:rsidP="00236F71">
    <w:pPr>
      <w:pStyle w:val="Jalus"/>
      <w:tabs>
        <w:tab w:val="clear" w:pos="4153"/>
        <w:tab w:val="left" w:pos="709"/>
        <w:tab w:val="left" w:pos="3544"/>
        <w:tab w:val="left" w:pos="4253"/>
        <w:tab w:val="left" w:pos="6237"/>
      </w:tabs>
    </w:pPr>
    <w:r>
      <w:tab/>
      <w:t>Postiaadress                    Reg.nr 77000269</w:t>
    </w:r>
    <w:r>
      <w:tab/>
      <w:t xml:space="preserve">                                 SEB Pank</w:t>
    </w:r>
  </w:p>
  <w:p w14:paraId="16BF136D" w14:textId="77777777" w:rsidR="00236F71" w:rsidRDefault="00236F71" w:rsidP="00236F71">
    <w:pPr>
      <w:pStyle w:val="Jalus"/>
      <w:tabs>
        <w:tab w:val="clear" w:pos="4153"/>
        <w:tab w:val="left" w:pos="709"/>
        <w:tab w:val="left" w:pos="3544"/>
        <w:tab w:val="left" w:pos="4253"/>
        <w:tab w:val="left" w:pos="6237"/>
      </w:tabs>
    </w:pPr>
    <w:r>
      <w:tab/>
      <w:t xml:space="preserve">Pargi tee 1                      Telefon </w:t>
    </w:r>
    <w:r>
      <w:tab/>
      <w:t xml:space="preserve">   444 8890                             a/a EE 921010902001672004</w:t>
    </w:r>
  </w:p>
  <w:p w14:paraId="3B590880" w14:textId="77777777" w:rsidR="00236F71" w:rsidRDefault="00236F71" w:rsidP="00236F71">
    <w:pPr>
      <w:pStyle w:val="Jalus"/>
      <w:tabs>
        <w:tab w:val="clear" w:pos="4153"/>
        <w:tab w:val="left" w:pos="709"/>
        <w:tab w:val="left" w:pos="3544"/>
        <w:tab w:val="left" w:pos="4253"/>
        <w:tab w:val="left" w:pos="6237"/>
      </w:tabs>
    </w:pPr>
    <w:r>
      <w:t xml:space="preserve">              Uulu küla 86502             E-post  </w:t>
    </w:r>
    <w:hyperlink r:id="rId1" w:history="1">
      <w:r>
        <w:rPr>
          <w:rStyle w:val="Hperlink"/>
        </w:rPr>
        <w:t>haademeeste@haademeeste.ee</w:t>
      </w:r>
    </w:hyperlink>
    <w:r>
      <w:t xml:space="preserve">  Swedbank</w:t>
    </w:r>
  </w:p>
  <w:p w14:paraId="61A7F06A" w14:textId="77777777" w:rsidR="00236F71" w:rsidRDefault="00236F71" w:rsidP="00236F71">
    <w:pPr>
      <w:pStyle w:val="Jalus"/>
      <w:tabs>
        <w:tab w:val="clear" w:pos="4153"/>
        <w:tab w:val="left" w:pos="709"/>
        <w:tab w:val="left" w:pos="3544"/>
        <w:tab w:val="left" w:pos="4253"/>
        <w:tab w:val="left" w:pos="5895"/>
        <w:tab w:val="left" w:pos="6237"/>
      </w:tabs>
    </w:pPr>
    <w:r>
      <w:tab/>
      <w:t xml:space="preserve">Pärnumaa                        </w:t>
    </w:r>
    <w:r w:rsidRPr="006D203C">
      <w:t>https://haademeestevald.kovtp.ee/</w:t>
    </w:r>
    <w:r>
      <w:tab/>
      <w:t>EE672200001120086893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E627F" w14:textId="77777777" w:rsidR="00797F10" w:rsidRDefault="00797F10">
      <w:r>
        <w:separator/>
      </w:r>
    </w:p>
  </w:footnote>
  <w:footnote w:type="continuationSeparator" w:id="0">
    <w:p w14:paraId="095DBD72" w14:textId="77777777" w:rsidR="00797F10" w:rsidRDefault="0079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6E03E" w14:textId="77777777" w:rsidR="002C081B" w:rsidRPr="00162079" w:rsidRDefault="009B3D45" w:rsidP="008802B3">
    <w:pPr>
      <w:pStyle w:val="Pis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3A3582" wp14:editId="51237519">
          <wp:simplePos x="0" y="0"/>
          <wp:positionH relativeFrom="column">
            <wp:posOffset>2156460</wp:posOffset>
          </wp:positionH>
          <wp:positionV relativeFrom="paragraph">
            <wp:posOffset>134620</wp:posOffset>
          </wp:positionV>
          <wp:extent cx="762000" cy="838200"/>
          <wp:effectExtent l="0" t="0" r="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E5929A" w14:textId="77777777" w:rsidR="00D12B3E" w:rsidRDefault="00D12B3E" w:rsidP="008802B3">
    <w:pPr>
      <w:pStyle w:val="Pis"/>
      <w:jc w:val="center"/>
      <w:rPr>
        <w:sz w:val="40"/>
      </w:rPr>
    </w:pPr>
  </w:p>
  <w:p w14:paraId="1735DCE3" w14:textId="77777777" w:rsidR="00D12B3E" w:rsidRDefault="00D12B3E" w:rsidP="008802B3">
    <w:pPr>
      <w:pStyle w:val="Pis"/>
      <w:jc w:val="center"/>
      <w:rPr>
        <w:sz w:val="40"/>
      </w:rPr>
    </w:pPr>
  </w:p>
  <w:p w14:paraId="0867BA20" w14:textId="77777777" w:rsidR="00D12B3E" w:rsidRPr="00D12B3E" w:rsidRDefault="00D12B3E" w:rsidP="008802B3">
    <w:pPr>
      <w:pStyle w:val="Pis"/>
      <w:jc w:val="center"/>
      <w:rPr>
        <w:sz w:val="32"/>
        <w:szCs w:val="32"/>
      </w:rPr>
    </w:pPr>
  </w:p>
  <w:p w14:paraId="0E5BFFF2" w14:textId="77777777" w:rsidR="002C081B" w:rsidRDefault="00D12B3E" w:rsidP="00D12B3E">
    <w:pPr>
      <w:pStyle w:val="Pis"/>
      <w:rPr>
        <w:sz w:val="40"/>
      </w:rPr>
    </w:pPr>
    <w:r>
      <w:rPr>
        <w:sz w:val="40"/>
      </w:rPr>
      <w:tab/>
    </w:r>
    <w:r w:rsidR="002C081B">
      <w:rPr>
        <w:sz w:val="40"/>
      </w:rPr>
      <w:t>HÄÄDEMEESTE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3001E"/>
    <w:multiLevelType w:val="singleLevel"/>
    <w:tmpl w:val="0409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1F715C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1FFC433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22F65E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2FFD3BA3"/>
    <w:multiLevelType w:val="multilevel"/>
    <w:tmpl w:val="23A24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8750D3C"/>
    <w:multiLevelType w:val="singleLevel"/>
    <w:tmpl w:val="F52C1FA6"/>
    <w:lvl w:ilvl="0">
      <w:start w:val="200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</w:abstractNum>
  <w:abstractNum w:abstractNumId="6" w15:restartNumberingAfterBreak="0">
    <w:nsid w:val="4C8371D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5933524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7F676B41"/>
    <w:multiLevelType w:val="hybridMultilevel"/>
    <w:tmpl w:val="DEEEDF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C20907"/>
    <w:multiLevelType w:val="hybridMultilevel"/>
    <w:tmpl w:val="559810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74558667">
    <w:abstractNumId w:val="5"/>
  </w:num>
  <w:num w:numId="2" w16cid:durableId="833111586">
    <w:abstractNumId w:val="2"/>
  </w:num>
  <w:num w:numId="3" w16cid:durableId="752705326">
    <w:abstractNumId w:val="0"/>
  </w:num>
  <w:num w:numId="4" w16cid:durableId="524561182">
    <w:abstractNumId w:val="4"/>
  </w:num>
  <w:num w:numId="5" w16cid:durableId="1642421309">
    <w:abstractNumId w:val="1"/>
  </w:num>
  <w:num w:numId="6" w16cid:durableId="1279407956">
    <w:abstractNumId w:val="6"/>
  </w:num>
  <w:num w:numId="7" w16cid:durableId="1112817921">
    <w:abstractNumId w:val="3"/>
  </w:num>
  <w:num w:numId="8" w16cid:durableId="2082871577">
    <w:abstractNumId w:val="7"/>
  </w:num>
  <w:num w:numId="9" w16cid:durableId="986321804">
    <w:abstractNumId w:val="9"/>
  </w:num>
  <w:num w:numId="10" w16cid:durableId="18605066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00"/>
    <w:rsid w:val="00005685"/>
    <w:rsid w:val="00016393"/>
    <w:rsid w:val="00034AA7"/>
    <w:rsid w:val="000628CE"/>
    <w:rsid w:val="00073FD1"/>
    <w:rsid w:val="0008378F"/>
    <w:rsid w:val="00096A4F"/>
    <w:rsid w:val="000A0A7C"/>
    <w:rsid w:val="000A2849"/>
    <w:rsid w:val="000A3D4D"/>
    <w:rsid w:val="000B73EA"/>
    <w:rsid w:val="000C2396"/>
    <w:rsid w:val="000D0287"/>
    <w:rsid w:val="000E2CF0"/>
    <w:rsid w:val="000F25FB"/>
    <w:rsid w:val="000F4C17"/>
    <w:rsid w:val="0010427F"/>
    <w:rsid w:val="00151086"/>
    <w:rsid w:val="00162079"/>
    <w:rsid w:val="001661F5"/>
    <w:rsid w:val="001678BB"/>
    <w:rsid w:val="0018251E"/>
    <w:rsid w:val="001871A7"/>
    <w:rsid w:val="001915B5"/>
    <w:rsid w:val="001D5355"/>
    <w:rsid w:val="001E4DA8"/>
    <w:rsid w:val="0020019E"/>
    <w:rsid w:val="00203644"/>
    <w:rsid w:val="00203725"/>
    <w:rsid w:val="00225E64"/>
    <w:rsid w:val="002357EF"/>
    <w:rsid w:val="00236F71"/>
    <w:rsid w:val="002461CB"/>
    <w:rsid w:val="00254E81"/>
    <w:rsid w:val="0025755E"/>
    <w:rsid w:val="00260FD6"/>
    <w:rsid w:val="00271B3E"/>
    <w:rsid w:val="002738C5"/>
    <w:rsid w:val="00281708"/>
    <w:rsid w:val="002821D8"/>
    <w:rsid w:val="00287135"/>
    <w:rsid w:val="00291B84"/>
    <w:rsid w:val="00292856"/>
    <w:rsid w:val="002C081B"/>
    <w:rsid w:val="002E05FB"/>
    <w:rsid w:val="002E6CBF"/>
    <w:rsid w:val="00374C75"/>
    <w:rsid w:val="00382071"/>
    <w:rsid w:val="00382358"/>
    <w:rsid w:val="00387E79"/>
    <w:rsid w:val="00392B32"/>
    <w:rsid w:val="003A0B48"/>
    <w:rsid w:val="003A2F61"/>
    <w:rsid w:val="003B1FC3"/>
    <w:rsid w:val="003B2FE8"/>
    <w:rsid w:val="003B6579"/>
    <w:rsid w:val="003C6D51"/>
    <w:rsid w:val="003D2E86"/>
    <w:rsid w:val="003F2A18"/>
    <w:rsid w:val="00406E39"/>
    <w:rsid w:val="004070C6"/>
    <w:rsid w:val="00424D7B"/>
    <w:rsid w:val="004265B2"/>
    <w:rsid w:val="00430D44"/>
    <w:rsid w:val="00475C23"/>
    <w:rsid w:val="00476D7A"/>
    <w:rsid w:val="0049144E"/>
    <w:rsid w:val="004A378C"/>
    <w:rsid w:val="004A5863"/>
    <w:rsid w:val="004B6650"/>
    <w:rsid w:val="004C3ED1"/>
    <w:rsid w:val="004C4C85"/>
    <w:rsid w:val="004C7DAC"/>
    <w:rsid w:val="004D6025"/>
    <w:rsid w:val="004F658E"/>
    <w:rsid w:val="00513078"/>
    <w:rsid w:val="00521E67"/>
    <w:rsid w:val="00530AB7"/>
    <w:rsid w:val="0054263C"/>
    <w:rsid w:val="00572EBF"/>
    <w:rsid w:val="0059317C"/>
    <w:rsid w:val="005C7994"/>
    <w:rsid w:val="005D3D17"/>
    <w:rsid w:val="005E21AA"/>
    <w:rsid w:val="005F2611"/>
    <w:rsid w:val="00611955"/>
    <w:rsid w:val="00612368"/>
    <w:rsid w:val="00617A63"/>
    <w:rsid w:val="00627885"/>
    <w:rsid w:val="0065387C"/>
    <w:rsid w:val="006551C0"/>
    <w:rsid w:val="00660EAB"/>
    <w:rsid w:val="006775A2"/>
    <w:rsid w:val="00687F0C"/>
    <w:rsid w:val="00691492"/>
    <w:rsid w:val="00694209"/>
    <w:rsid w:val="006C6284"/>
    <w:rsid w:val="006D203C"/>
    <w:rsid w:val="006D3CC8"/>
    <w:rsid w:val="006D703C"/>
    <w:rsid w:val="006F12AA"/>
    <w:rsid w:val="006F13CF"/>
    <w:rsid w:val="006F2CFA"/>
    <w:rsid w:val="007040FC"/>
    <w:rsid w:val="00720C45"/>
    <w:rsid w:val="00726EAF"/>
    <w:rsid w:val="007404F7"/>
    <w:rsid w:val="0076043F"/>
    <w:rsid w:val="00781149"/>
    <w:rsid w:val="00797F10"/>
    <w:rsid w:val="007A2B04"/>
    <w:rsid w:val="007B00B3"/>
    <w:rsid w:val="007C5C4A"/>
    <w:rsid w:val="007D1448"/>
    <w:rsid w:val="007D4661"/>
    <w:rsid w:val="007D4B0A"/>
    <w:rsid w:val="007E2524"/>
    <w:rsid w:val="007F08A2"/>
    <w:rsid w:val="00822D90"/>
    <w:rsid w:val="008301CE"/>
    <w:rsid w:val="00840DAD"/>
    <w:rsid w:val="00855A91"/>
    <w:rsid w:val="0086545F"/>
    <w:rsid w:val="008802B3"/>
    <w:rsid w:val="008814EC"/>
    <w:rsid w:val="00883B62"/>
    <w:rsid w:val="008A476D"/>
    <w:rsid w:val="008B0160"/>
    <w:rsid w:val="008D2CC9"/>
    <w:rsid w:val="008E78CC"/>
    <w:rsid w:val="0090311B"/>
    <w:rsid w:val="00906763"/>
    <w:rsid w:val="009100A7"/>
    <w:rsid w:val="00913144"/>
    <w:rsid w:val="00922A00"/>
    <w:rsid w:val="00926B13"/>
    <w:rsid w:val="009309AF"/>
    <w:rsid w:val="00932E8F"/>
    <w:rsid w:val="009528B4"/>
    <w:rsid w:val="00966706"/>
    <w:rsid w:val="009759D5"/>
    <w:rsid w:val="00977672"/>
    <w:rsid w:val="00985FAC"/>
    <w:rsid w:val="00987485"/>
    <w:rsid w:val="00992915"/>
    <w:rsid w:val="009A3D2D"/>
    <w:rsid w:val="009B3D45"/>
    <w:rsid w:val="009B6893"/>
    <w:rsid w:val="009C0068"/>
    <w:rsid w:val="009C48D1"/>
    <w:rsid w:val="009D511D"/>
    <w:rsid w:val="009F23DD"/>
    <w:rsid w:val="00A0047C"/>
    <w:rsid w:val="00A14B82"/>
    <w:rsid w:val="00A261F7"/>
    <w:rsid w:val="00A37D61"/>
    <w:rsid w:val="00A46F36"/>
    <w:rsid w:val="00A5662F"/>
    <w:rsid w:val="00A677A1"/>
    <w:rsid w:val="00A74EFD"/>
    <w:rsid w:val="00A93F39"/>
    <w:rsid w:val="00AB534A"/>
    <w:rsid w:val="00AD719F"/>
    <w:rsid w:val="00B07E47"/>
    <w:rsid w:val="00B16805"/>
    <w:rsid w:val="00B20737"/>
    <w:rsid w:val="00B5665F"/>
    <w:rsid w:val="00B6153D"/>
    <w:rsid w:val="00B63B58"/>
    <w:rsid w:val="00B63D56"/>
    <w:rsid w:val="00B90375"/>
    <w:rsid w:val="00BA0FA7"/>
    <w:rsid w:val="00BA1318"/>
    <w:rsid w:val="00BA172F"/>
    <w:rsid w:val="00BA43F2"/>
    <w:rsid w:val="00BD5269"/>
    <w:rsid w:val="00BF2FA9"/>
    <w:rsid w:val="00C15ED3"/>
    <w:rsid w:val="00C21ACD"/>
    <w:rsid w:val="00C27B13"/>
    <w:rsid w:val="00C51637"/>
    <w:rsid w:val="00C61AFD"/>
    <w:rsid w:val="00C67017"/>
    <w:rsid w:val="00C73662"/>
    <w:rsid w:val="00C760DF"/>
    <w:rsid w:val="00C92AFC"/>
    <w:rsid w:val="00CA1A27"/>
    <w:rsid w:val="00CC3152"/>
    <w:rsid w:val="00CD1A6E"/>
    <w:rsid w:val="00CE0A1A"/>
    <w:rsid w:val="00CE2D1F"/>
    <w:rsid w:val="00CF12D5"/>
    <w:rsid w:val="00D12B3E"/>
    <w:rsid w:val="00D16560"/>
    <w:rsid w:val="00D22723"/>
    <w:rsid w:val="00D22C4F"/>
    <w:rsid w:val="00D27116"/>
    <w:rsid w:val="00D6153B"/>
    <w:rsid w:val="00DB732D"/>
    <w:rsid w:val="00DC1B12"/>
    <w:rsid w:val="00DF1691"/>
    <w:rsid w:val="00DF255C"/>
    <w:rsid w:val="00DF2882"/>
    <w:rsid w:val="00E13892"/>
    <w:rsid w:val="00E21E5E"/>
    <w:rsid w:val="00E27880"/>
    <w:rsid w:val="00E82807"/>
    <w:rsid w:val="00E839DD"/>
    <w:rsid w:val="00E848C0"/>
    <w:rsid w:val="00E94698"/>
    <w:rsid w:val="00E951B3"/>
    <w:rsid w:val="00EA7E26"/>
    <w:rsid w:val="00EB0539"/>
    <w:rsid w:val="00ED3C6E"/>
    <w:rsid w:val="00EF6F44"/>
    <w:rsid w:val="00F41909"/>
    <w:rsid w:val="00F63082"/>
    <w:rsid w:val="00F659EF"/>
    <w:rsid w:val="00F739D7"/>
    <w:rsid w:val="00FB189A"/>
    <w:rsid w:val="00FB6E7C"/>
    <w:rsid w:val="00FC35F5"/>
    <w:rsid w:val="00FD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38ED55"/>
  <w14:defaultImageDpi w14:val="0"/>
  <w15:docId w15:val="{42FC75CE-6FE5-482D-9D90-70F1FC997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628CE"/>
    <w:rPr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0628CE"/>
    <w:pPr>
      <w:keepNext/>
      <w:tabs>
        <w:tab w:val="left" w:pos="4962"/>
      </w:tabs>
      <w:jc w:val="both"/>
      <w:outlineLvl w:val="0"/>
    </w:pPr>
    <w:rPr>
      <w:sz w:val="24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0628CE"/>
    <w:pPr>
      <w:keepNext/>
      <w:outlineLvl w:val="1"/>
    </w:pPr>
    <w:rPr>
      <w:b/>
      <w:sz w:val="24"/>
      <w:lang w:val="en-US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0628CE"/>
    <w:pPr>
      <w:keepNext/>
      <w:outlineLvl w:val="2"/>
    </w:pPr>
    <w:rPr>
      <w:sz w:val="24"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0628CE"/>
    <w:pPr>
      <w:keepNext/>
      <w:outlineLvl w:val="3"/>
    </w:pPr>
    <w:rPr>
      <w:sz w:val="24"/>
      <w:u w:val="single"/>
      <w:lang w:val="en-US"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0628CE"/>
    <w:pPr>
      <w:keepNext/>
      <w:jc w:val="both"/>
      <w:outlineLvl w:val="4"/>
    </w:pPr>
    <w:rPr>
      <w:b/>
      <w:b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9"/>
    <w:locked/>
    <w:rsid w:val="00B16805"/>
    <w:rPr>
      <w:rFonts w:ascii="Cambria" w:hAnsi="Cambria"/>
      <w:b/>
      <w:kern w:val="32"/>
      <w:sz w:val="32"/>
      <w:lang w:val="en-GB" w:eastAsia="en-US"/>
    </w:rPr>
  </w:style>
  <w:style w:type="character" w:customStyle="1" w:styleId="Pealkiri2Mrk">
    <w:name w:val="Pealkiri 2 Märk"/>
    <w:link w:val="Pealkiri2"/>
    <w:uiPriority w:val="99"/>
    <w:semiHidden/>
    <w:locked/>
    <w:rsid w:val="00B16805"/>
    <w:rPr>
      <w:rFonts w:ascii="Cambria" w:hAnsi="Cambria"/>
      <w:b/>
      <w:i/>
      <w:sz w:val="28"/>
      <w:lang w:val="en-GB" w:eastAsia="en-US"/>
    </w:rPr>
  </w:style>
  <w:style w:type="character" w:customStyle="1" w:styleId="Pealkiri3Mrk">
    <w:name w:val="Pealkiri 3 Märk"/>
    <w:link w:val="Pealkiri3"/>
    <w:uiPriority w:val="99"/>
    <w:semiHidden/>
    <w:locked/>
    <w:rsid w:val="00B16805"/>
    <w:rPr>
      <w:rFonts w:ascii="Cambria" w:hAnsi="Cambria"/>
      <w:b/>
      <w:sz w:val="26"/>
      <w:lang w:val="en-GB" w:eastAsia="en-US"/>
    </w:rPr>
  </w:style>
  <w:style w:type="character" w:customStyle="1" w:styleId="Pealkiri4Mrk">
    <w:name w:val="Pealkiri 4 Märk"/>
    <w:link w:val="Pealkiri4"/>
    <w:uiPriority w:val="99"/>
    <w:semiHidden/>
    <w:locked/>
    <w:rsid w:val="00B16805"/>
    <w:rPr>
      <w:rFonts w:ascii="Calibri" w:hAnsi="Calibri"/>
      <w:b/>
      <w:sz w:val="28"/>
      <w:lang w:val="en-GB" w:eastAsia="en-US"/>
    </w:rPr>
  </w:style>
  <w:style w:type="character" w:customStyle="1" w:styleId="Pealkiri5Mrk">
    <w:name w:val="Pealkiri 5 Märk"/>
    <w:link w:val="Pealkiri5"/>
    <w:uiPriority w:val="99"/>
    <w:semiHidden/>
    <w:locked/>
    <w:rsid w:val="00B16805"/>
    <w:rPr>
      <w:rFonts w:ascii="Calibri" w:hAnsi="Calibri"/>
      <w:b/>
      <w:i/>
      <w:sz w:val="26"/>
      <w:lang w:val="en-GB" w:eastAsia="en-US"/>
    </w:rPr>
  </w:style>
  <w:style w:type="paragraph" w:styleId="Pis">
    <w:name w:val="header"/>
    <w:basedOn w:val="Normaallaad"/>
    <w:link w:val="PisMrk"/>
    <w:uiPriority w:val="99"/>
    <w:rsid w:val="000628CE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semiHidden/>
    <w:locked/>
    <w:rsid w:val="00B16805"/>
    <w:rPr>
      <w:sz w:val="20"/>
      <w:lang w:val="en-GB" w:eastAsia="en-US"/>
    </w:rPr>
  </w:style>
  <w:style w:type="paragraph" w:styleId="Jalus">
    <w:name w:val="footer"/>
    <w:basedOn w:val="Normaallaad"/>
    <w:link w:val="JalusMrk"/>
    <w:uiPriority w:val="99"/>
    <w:rsid w:val="000628CE"/>
    <w:pPr>
      <w:tabs>
        <w:tab w:val="center" w:pos="4153"/>
        <w:tab w:val="right" w:pos="8306"/>
      </w:tabs>
    </w:pPr>
  </w:style>
  <w:style w:type="character" w:customStyle="1" w:styleId="JalusMrk">
    <w:name w:val="Jalus Märk"/>
    <w:link w:val="Jalus"/>
    <w:uiPriority w:val="99"/>
    <w:locked/>
    <w:rsid w:val="00B16805"/>
    <w:rPr>
      <w:sz w:val="20"/>
      <w:lang w:val="en-GB" w:eastAsia="en-US"/>
    </w:rPr>
  </w:style>
  <w:style w:type="paragraph" w:styleId="Kehatekst">
    <w:name w:val="Body Text"/>
    <w:basedOn w:val="Normaallaad"/>
    <w:link w:val="KehatekstMrk"/>
    <w:uiPriority w:val="99"/>
    <w:rsid w:val="000628CE"/>
    <w:pPr>
      <w:jc w:val="center"/>
    </w:pPr>
    <w:rPr>
      <w:b/>
      <w:sz w:val="28"/>
      <w:lang w:val="en-US"/>
    </w:rPr>
  </w:style>
  <w:style w:type="character" w:customStyle="1" w:styleId="KehatekstMrk">
    <w:name w:val="Kehatekst Märk"/>
    <w:link w:val="Kehatekst"/>
    <w:uiPriority w:val="99"/>
    <w:locked/>
    <w:rsid w:val="00B16805"/>
    <w:rPr>
      <w:sz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rsid w:val="000628CE"/>
    <w:rPr>
      <w:sz w:val="24"/>
      <w:lang w:val="en-US"/>
    </w:rPr>
  </w:style>
  <w:style w:type="character" w:customStyle="1" w:styleId="Kehatekst2Mrk">
    <w:name w:val="Kehatekst 2 Märk"/>
    <w:link w:val="Kehatekst2"/>
    <w:uiPriority w:val="99"/>
    <w:semiHidden/>
    <w:locked/>
    <w:rsid w:val="00B16805"/>
    <w:rPr>
      <w:sz w:val="20"/>
      <w:lang w:val="en-GB"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0628CE"/>
    <w:pPr>
      <w:ind w:left="360"/>
    </w:pPr>
    <w:rPr>
      <w:i/>
      <w:sz w:val="24"/>
      <w:lang w:val="en-US"/>
    </w:rPr>
  </w:style>
  <w:style w:type="character" w:customStyle="1" w:styleId="TaandegakehatekstMrk">
    <w:name w:val="Taandega kehatekst Märk"/>
    <w:link w:val="Taandegakehatekst"/>
    <w:uiPriority w:val="99"/>
    <w:semiHidden/>
    <w:locked/>
    <w:rsid w:val="00B16805"/>
    <w:rPr>
      <w:sz w:val="20"/>
      <w:lang w:val="en-GB" w:eastAsia="en-US"/>
    </w:rPr>
  </w:style>
  <w:style w:type="paragraph" w:styleId="Kehatekst3">
    <w:name w:val="Body Text 3"/>
    <w:basedOn w:val="Normaallaad"/>
    <w:link w:val="Kehatekst3Mrk"/>
    <w:uiPriority w:val="99"/>
    <w:rsid w:val="000628CE"/>
    <w:rPr>
      <w:sz w:val="24"/>
      <w:u w:val="single"/>
      <w:lang w:val="en-US"/>
    </w:rPr>
  </w:style>
  <w:style w:type="character" w:customStyle="1" w:styleId="Kehatekst3Mrk">
    <w:name w:val="Kehatekst 3 Märk"/>
    <w:link w:val="Kehatekst3"/>
    <w:uiPriority w:val="99"/>
    <w:semiHidden/>
    <w:locked/>
    <w:rsid w:val="00B16805"/>
    <w:rPr>
      <w:sz w:val="16"/>
      <w:lang w:val="en-GB" w:eastAsia="en-US"/>
    </w:rPr>
  </w:style>
  <w:style w:type="character" w:styleId="Hperlink">
    <w:name w:val="Hyperlink"/>
    <w:uiPriority w:val="99"/>
    <w:rsid w:val="000628CE"/>
    <w:rPr>
      <w:rFonts w:cs="Times New Roman"/>
      <w:color w:val="0000FF"/>
      <w:u w:val="single"/>
    </w:rPr>
  </w:style>
  <w:style w:type="paragraph" w:styleId="Normaallaadveeb">
    <w:name w:val="Normal (Web)"/>
    <w:basedOn w:val="Normaallaad"/>
    <w:uiPriority w:val="99"/>
    <w:rsid w:val="000628CE"/>
    <w:pPr>
      <w:spacing w:before="100" w:beforeAutospacing="1" w:after="100" w:afterAutospacing="1"/>
    </w:pPr>
    <w:rPr>
      <w:color w:val="000000"/>
      <w:sz w:val="24"/>
      <w:szCs w:val="24"/>
      <w:lang w:val="en-US"/>
    </w:rPr>
  </w:style>
  <w:style w:type="character" w:customStyle="1" w:styleId="tekst4">
    <w:name w:val="tekst4"/>
    <w:uiPriority w:val="99"/>
    <w:rsid w:val="000628CE"/>
  </w:style>
  <w:style w:type="paragraph" w:customStyle="1" w:styleId="BalloonText1">
    <w:name w:val="Balloon Text1"/>
    <w:basedOn w:val="Normaallaad"/>
    <w:uiPriority w:val="99"/>
    <w:semiHidden/>
    <w:rsid w:val="000628CE"/>
    <w:rPr>
      <w:rFonts w:ascii="Tahoma" w:hAnsi="Tahoma" w:cs="Tahoma"/>
      <w:sz w:val="16"/>
      <w:szCs w:val="16"/>
    </w:rPr>
  </w:style>
  <w:style w:type="character" w:customStyle="1" w:styleId="hps">
    <w:name w:val="hps"/>
    <w:uiPriority w:val="99"/>
    <w:rsid w:val="00822D90"/>
  </w:style>
  <w:style w:type="character" w:customStyle="1" w:styleId="st">
    <w:name w:val="st"/>
    <w:uiPriority w:val="99"/>
    <w:rsid w:val="00822D90"/>
  </w:style>
  <w:style w:type="character" w:styleId="Rhutus">
    <w:name w:val="Emphasis"/>
    <w:uiPriority w:val="99"/>
    <w:qFormat/>
    <w:rsid w:val="00822D90"/>
    <w:rPr>
      <w:rFonts w:cs="Times New Roman"/>
      <w:i/>
    </w:rPr>
  </w:style>
  <w:style w:type="paragraph" w:styleId="Jutumullitekst">
    <w:name w:val="Balloon Text"/>
    <w:basedOn w:val="Normaallaad"/>
    <w:link w:val="JutumullitekstMrk"/>
    <w:uiPriority w:val="99"/>
    <w:semiHidden/>
    <w:rsid w:val="0097767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sid w:val="00B16805"/>
    <w:rPr>
      <w:sz w:val="2"/>
      <w:lang w:val="en-GB" w:eastAsia="en-US"/>
    </w:rPr>
  </w:style>
  <w:style w:type="paragraph" w:customStyle="1" w:styleId="Adressaat">
    <w:name w:val="Adressaat"/>
    <w:autoRedefine/>
    <w:uiPriority w:val="99"/>
    <w:rsid w:val="00EF6F44"/>
    <w:rPr>
      <w:rFonts w:eastAsia="SimSun"/>
      <w:kern w:val="24"/>
      <w:sz w:val="24"/>
      <w:szCs w:val="24"/>
      <w:lang w:eastAsia="zh-CN" w:bidi="hi-IN"/>
    </w:rPr>
  </w:style>
  <w:style w:type="paragraph" w:customStyle="1" w:styleId="Default">
    <w:name w:val="Default"/>
    <w:rsid w:val="00EF6F4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Lehekljenumber">
    <w:name w:val="page number"/>
    <w:uiPriority w:val="99"/>
    <w:locked/>
    <w:rsid w:val="007404F7"/>
    <w:rPr>
      <w:rFonts w:cs="Times New Roman"/>
    </w:rPr>
  </w:style>
  <w:style w:type="character" w:styleId="Tugev">
    <w:name w:val="Strong"/>
    <w:uiPriority w:val="99"/>
    <w:qFormat/>
    <w:locked/>
    <w:rsid w:val="00F41909"/>
    <w:rPr>
      <w:rFonts w:cs="Times New Roman"/>
      <w:b/>
    </w:rPr>
  </w:style>
  <w:style w:type="paragraph" w:customStyle="1" w:styleId="Standard">
    <w:name w:val="Standard"/>
    <w:uiPriority w:val="99"/>
    <w:rsid w:val="00966706"/>
    <w:pPr>
      <w:suppressAutoHyphens/>
      <w:autoSpaceDN w:val="0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styleId="Lahendamatamainimine">
    <w:name w:val="Unresolved Mention"/>
    <w:uiPriority w:val="99"/>
    <w:semiHidden/>
    <w:rsid w:val="00694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8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8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7069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8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05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38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9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08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20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5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13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78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83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580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175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387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31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718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46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49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32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02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030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29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8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95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08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60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0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0643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60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60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0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60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ahkuranna@tahkurann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ownloads\VALLA-BLANK_UU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VALLA-BLANK_UUS</Template>
  <TotalTime>15</TotalTime>
  <Pages>1</Pages>
  <Words>96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Tahkuranna Vallavalitsus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Häädemeeste Vallavalitsus</dc:creator>
  <cp:keywords/>
  <dc:description/>
  <cp:lastModifiedBy>Iris</cp:lastModifiedBy>
  <cp:revision>4</cp:revision>
  <cp:lastPrinted>2019-12-20T06:53:00Z</cp:lastPrinted>
  <dcterms:created xsi:type="dcterms:W3CDTF">2024-11-14T11:08:00Z</dcterms:created>
  <dcterms:modified xsi:type="dcterms:W3CDTF">2024-11-15T07:54:00Z</dcterms:modified>
</cp:coreProperties>
</file>